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2FF1FA" w14:textId="77777777" w:rsidR="00826B7B" w:rsidRDefault="00B204E3" w:rsidP="00B204E3">
      <w:pPr>
        <w:pStyle w:val="Titul1"/>
      </w:pPr>
      <w:r>
        <w:t>Dopis nabídky</w:t>
      </w:r>
    </w:p>
    <w:p w14:paraId="2662B37A" w14:textId="1F0CF67E" w:rsidR="00EB46E5" w:rsidRPr="00BF54FE" w:rsidRDefault="00B204E3" w:rsidP="00BF54FE">
      <w:pPr>
        <w:pStyle w:val="Titul2"/>
      </w:pPr>
      <w:r>
        <w:t>Název zakázky: „</w:t>
      </w:r>
      <w:r w:rsidR="00561254" w:rsidRPr="00561254">
        <w:t>Oprava trakčního vedení v úseku Dřísy (mimo) - Všetaty (mimo)</w:t>
      </w:r>
      <w:r>
        <w:t>“</w:t>
      </w:r>
      <w:r w:rsidR="00232000" w:rsidRPr="00BF54FE">
        <w:t xml:space="preserve"> </w:t>
      </w:r>
    </w:p>
    <w:p w14:paraId="338C16E1" w14:textId="77777777" w:rsidR="009226C1" w:rsidRDefault="009226C1" w:rsidP="00B204E3">
      <w:pPr>
        <w:pStyle w:val="Textbezodsazen"/>
      </w:pPr>
    </w:p>
    <w:p w14:paraId="20567B20" w14:textId="371E324D" w:rsidR="00A5674E" w:rsidRDefault="00A5674E" w:rsidP="00A5674E">
      <w:pPr>
        <w:pStyle w:val="Textbezodsazen"/>
      </w:pPr>
      <w:r>
        <w:t xml:space="preserve">Přezkoumali jsme Smlouvu o dílo s přílohami, Smluvní podmínky, připojenou Přílohu k nabídce, Technickou specifikaci, Výkresy, Soupis prací </w:t>
      </w:r>
      <w:r w:rsidRPr="00561254">
        <w:rPr>
          <w:iCs/>
        </w:rPr>
        <w:t xml:space="preserve">a </w:t>
      </w:r>
      <w:r w:rsidR="00561254" w:rsidRPr="00561254">
        <w:rPr>
          <w:iCs/>
        </w:rPr>
        <w:t>Projektovou dokumentaci stavby</w:t>
      </w:r>
      <w:r>
        <w:t xml:space="preserve">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30BE35BF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0C209FEE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5AA42222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65BE66CA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547A3790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6FB26388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29A1388A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2902E1C6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6E9C2206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76D229C0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7798A867" w14:textId="77777777"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14:paraId="368168C9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1D9DBA1E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46F9D53C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79762B72" w14:textId="77777777" w:rsidR="00A5674E" w:rsidRDefault="00A5674E" w:rsidP="00A5674E">
      <w:pPr>
        <w:pStyle w:val="Textbezodsazen"/>
      </w:pPr>
    </w:p>
    <w:p w14:paraId="27105B08" w14:textId="77777777" w:rsidR="00561254" w:rsidRDefault="00561254" w:rsidP="00A5674E">
      <w:pPr>
        <w:pStyle w:val="Textbezodsazen"/>
      </w:pPr>
    </w:p>
    <w:p w14:paraId="456DADA6" w14:textId="77777777" w:rsidR="000E6ABE" w:rsidRDefault="000E6ABE" w:rsidP="00A5674E">
      <w:pPr>
        <w:pStyle w:val="Textbezodsazen"/>
      </w:pPr>
    </w:p>
    <w:p w14:paraId="1BAB8F40" w14:textId="77777777" w:rsidR="000E6ABE" w:rsidRDefault="00A5674E" w:rsidP="000E6ABE">
      <w:pPr>
        <w:pStyle w:val="Textbezodsazen"/>
        <w:jc w:val="left"/>
      </w:pPr>
      <w:r>
        <w:lastRenderedPageBreak/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1FA34AD7" w14:textId="77777777" w:rsidR="000E6ABE" w:rsidRDefault="000E6ABE" w:rsidP="000E6ABE">
      <w:pPr>
        <w:pStyle w:val="Textbezodsazen"/>
        <w:jc w:val="left"/>
      </w:pPr>
    </w:p>
    <w:p w14:paraId="567AE39C" w14:textId="77777777" w:rsidR="000E6ABE" w:rsidRDefault="000E6ABE" w:rsidP="000E6ABE">
      <w:pPr>
        <w:pStyle w:val="Textbezodsazen"/>
        <w:jc w:val="left"/>
      </w:pPr>
    </w:p>
    <w:p w14:paraId="437AB8C7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560F93B7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2EA2C320" w14:textId="77777777" w:rsidR="00A5674E" w:rsidRDefault="00A5674E" w:rsidP="00A5674E">
      <w:pPr>
        <w:pStyle w:val="Textbezodsazen"/>
      </w:pPr>
    </w:p>
    <w:p w14:paraId="35246ED4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51BC8A70" w14:textId="3980F768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ZZVZ na základě</w:t>
      </w:r>
      <w:r w:rsidR="000E6ABE">
        <w:t xml:space="preserve"> </w:t>
      </w:r>
      <w:r>
        <w:t xml:space="preserve">…………………   </w:t>
      </w:r>
    </w:p>
    <w:p w14:paraId="4917D935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32F49D06" w14:textId="77777777" w:rsidR="00A5674E" w:rsidRDefault="00A5674E" w:rsidP="00A5674E">
      <w:pPr>
        <w:pStyle w:val="Textbezodsazen"/>
      </w:pPr>
    </w:p>
    <w:p w14:paraId="6D38AFB1" w14:textId="77777777" w:rsidR="00A5674E" w:rsidRDefault="00A5674E" w:rsidP="00A5674E">
      <w:pPr>
        <w:pStyle w:val="Textbezodsazen"/>
      </w:pPr>
    </w:p>
    <w:p w14:paraId="32B90234" w14:textId="77777777" w:rsidR="00A5674E" w:rsidRDefault="00A5674E" w:rsidP="00A5674E">
      <w:pPr>
        <w:pStyle w:val="Textbezodsazen"/>
      </w:pPr>
      <w:r>
        <w:t>za Zhotovitele</w:t>
      </w:r>
    </w:p>
    <w:p w14:paraId="7E9643C1" w14:textId="77777777" w:rsidR="00A5674E" w:rsidRDefault="00A5674E" w:rsidP="00A5674E">
      <w:pPr>
        <w:pStyle w:val="Textbezodsazen"/>
      </w:pPr>
    </w:p>
    <w:p w14:paraId="65B22C29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7F551435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7DF523FF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87C9DD" w14:textId="77777777" w:rsidR="00C17F98" w:rsidRDefault="00C17F98" w:rsidP="00962258">
      <w:pPr>
        <w:spacing w:after="0" w:line="240" w:lineRule="auto"/>
      </w:pPr>
      <w:r>
        <w:separator/>
      </w:r>
    </w:p>
  </w:endnote>
  <w:endnote w:type="continuationSeparator" w:id="0">
    <w:p w14:paraId="2FB00E1D" w14:textId="77777777" w:rsidR="00C17F98" w:rsidRDefault="00C17F9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2E27AB23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AC4C324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497F27D3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42DD1D41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2A81811D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DEFD1BF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644E4A33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542EF4E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D4608" w14:textId="77777777" w:rsidR="00C17F98" w:rsidRDefault="00C17F98" w:rsidP="00962258">
      <w:pPr>
        <w:spacing w:after="0" w:line="240" w:lineRule="auto"/>
      </w:pPr>
      <w:r>
        <w:separator/>
      </w:r>
    </w:p>
  </w:footnote>
  <w:footnote w:type="continuationSeparator" w:id="0">
    <w:p w14:paraId="6BA20B89" w14:textId="77777777" w:rsidR="00C17F98" w:rsidRDefault="00C17F9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53314" w14:textId="25FC4C9E" w:rsidR="00C17F98" w:rsidRDefault="00C17F9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982B6" w14:textId="719CC346" w:rsidR="00C17F98" w:rsidRDefault="00C17F9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0403D4E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4BC760C" w14:textId="5603FA0E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3D0971B1" w14:textId="77777777" w:rsidR="00A5674E" w:rsidRDefault="00A5674E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2E5B6A25" w14:textId="77777777" w:rsidR="00A5674E" w:rsidRPr="00D6163D" w:rsidRDefault="00A5674E" w:rsidP="00FC6389">
          <w:pPr>
            <w:pStyle w:val="Druhdokumentu"/>
          </w:pPr>
        </w:p>
      </w:tc>
    </w:tr>
  </w:tbl>
  <w:p w14:paraId="220C4684" w14:textId="77777777" w:rsidR="00A5674E" w:rsidRPr="00D6163D" w:rsidRDefault="00A5674E" w:rsidP="00FC6389">
    <w:pPr>
      <w:pStyle w:val="Zhlav"/>
      <w:rPr>
        <w:sz w:val="8"/>
        <w:szCs w:val="8"/>
      </w:rPr>
    </w:pPr>
  </w:p>
  <w:p w14:paraId="4BF9F531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4648373">
    <w:abstractNumId w:val="5"/>
  </w:num>
  <w:num w:numId="2" w16cid:durableId="1790054346">
    <w:abstractNumId w:val="4"/>
  </w:num>
  <w:num w:numId="3" w16cid:durableId="815339575">
    <w:abstractNumId w:val="2"/>
  </w:num>
  <w:num w:numId="4" w16cid:durableId="125436718">
    <w:abstractNumId w:val="0"/>
  </w:num>
  <w:num w:numId="5" w16cid:durableId="2141805891">
    <w:abstractNumId w:val="6"/>
  </w:num>
  <w:num w:numId="6" w16cid:durableId="1322810657">
    <w:abstractNumId w:val="7"/>
  </w:num>
  <w:num w:numId="7" w16cid:durableId="1960408783">
    <w:abstractNumId w:val="8"/>
  </w:num>
  <w:num w:numId="8" w16cid:durableId="999311181">
    <w:abstractNumId w:val="1"/>
  </w:num>
  <w:num w:numId="9" w16cid:durableId="1028263027">
    <w:abstractNumId w:val="3"/>
  </w:num>
  <w:num w:numId="10" w16cid:durableId="36197570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F98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6125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C736D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17F98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AB3882"/>
  <w14:defaultImageDpi w14:val="32767"/>
  <w15:docId w15:val="{7753CC7D-7719-4A76-BD04-05AB443E0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SOUT&#282;&#381;E%20UHL\2025\SEE\Oprava%20trak&#269;n&#237;ho%20veden&#237;%20v%20&#250;seku%20D&#345;&#237;sy%20(mimo)%20-%20V&#353;etaty%20(mimo)\3.%20K%20vyps&#225;n&#237;%20na%20E-ZAk\D&#237;l%202_2%20Dopis_nab&#237;dky_R_F_24_1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2EACB7-E508-4BD8-8B77-9A4782CE3B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F970E62-0FD8-4739-8E27-072D3B0F48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Díl 2_2 Dopis_nabídky_R_F_24_1</Template>
  <TotalTime>0</TotalTime>
  <Pages>2</Pages>
  <Words>407</Words>
  <Characters>2407</Characters>
  <Application>Microsoft Office Word</Application>
  <DocSecurity>0</DocSecurity>
  <Lines>20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Uhlík Dominik, Bc.</dc:creator>
  <cp:lastModifiedBy>Uhlík Dominik, Bc.</cp:lastModifiedBy>
  <cp:revision>2</cp:revision>
  <cp:lastPrinted>2019-03-07T14:42:00Z</cp:lastPrinted>
  <dcterms:created xsi:type="dcterms:W3CDTF">2025-11-13T07:51:00Z</dcterms:created>
  <dcterms:modified xsi:type="dcterms:W3CDTF">2025-11-13T07:53:00Z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